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43163" w14:textId="77777777" w:rsidR="00350B1C" w:rsidRDefault="00350B1C" w:rsidP="00350B1C">
      <w:pPr>
        <w:jc w:val="center"/>
        <w:rPr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4A571ADE" wp14:editId="0AAE8FD1">
            <wp:extent cx="593725" cy="750570"/>
            <wp:effectExtent l="0" t="0" r="0" b="0"/>
            <wp:docPr id="1" name="Рисунок 1" descr="GERB_U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76979" w14:textId="77777777" w:rsidR="00350B1C" w:rsidRDefault="00350B1C" w:rsidP="00350B1C">
      <w:pPr>
        <w:pStyle w:val="a3"/>
        <w:rPr>
          <w:sz w:val="28"/>
          <w:szCs w:val="28"/>
        </w:rPr>
      </w:pPr>
      <w:r>
        <w:rPr>
          <w:bCs w:val="0"/>
          <w:sz w:val="28"/>
          <w:szCs w:val="28"/>
        </w:rPr>
        <w:t>АДМИНИСТРАЦИЯ</w:t>
      </w:r>
      <w:r>
        <w:rPr>
          <w:sz w:val="28"/>
          <w:szCs w:val="28"/>
        </w:rPr>
        <w:t xml:space="preserve"> </w:t>
      </w:r>
    </w:p>
    <w:p w14:paraId="13561DE0" w14:textId="77777777" w:rsidR="00350B1C" w:rsidRDefault="00350B1C" w:rsidP="00350B1C">
      <w:pPr>
        <w:pStyle w:val="a3"/>
      </w:pPr>
      <w:r>
        <w:t>ГОРОДСКОГО ОКРУГА ЗАКРЫТОЕ АДМИНИСТРАТИВНО-ТЕРРИТОРИАЛЬНОЕ ОБРАЗОВАНИЕ ГОРОД ОСТРОВНОЙ МУРМАНСКОЙ ОБЛАСТИ</w:t>
      </w:r>
    </w:p>
    <w:p w14:paraId="69C4E8D3" w14:textId="77777777" w:rsidR="00350B1C" w:rsidRDefault="00350B1C" w:rsidP="00350B1C">
      <w:pPr>
        <w:pStyle w:val="a3"/>
        <w:rPr>
          <w:szCs w:val="24"/>
        </w:rPr>
      </w:pPr>
      <w:r>
        <w:rPr>
          <w:szCs w:val="24"/>
        </w:rPr>
        <w:t>(Администрация ЗАТО г. Островной)</w:t>
      </w:r>
    </w:p>
    <w:p w14:paraId="4224C74F" w14:textId="77777777" w:rsidR="00D9590C" w:rsidRDefault="00D9590C" w:rsidP="00D9590C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FFE3E" wp14:editId="77598F00">
                <wp:simplePos x="0" y="0"/>
                <wp:positionH relativeFrom="column">
                  <wp:posOffset>-55880</wp:posOffset>
                </wp:positionH>
                <wp:positionV relativeFrom="paragraph">
                  <wp:posOffset>97155</wp:posOffset>
                </wp:positionV>
                <wp:extent cx="6400800" cy="0"/>
                <wp:effectExtent l="0" t="0" r="0" b="0"/>
                <wp:wrapNone/>
                <wp:docPr id="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F1B8C4" id="Line 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4pt,7.65pt" to="499.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" strokeweight="4.5pt">
                <v:stroke linestyle="thickThin"/>
              </v:line>
            </w:pict>
          </mc:Fallback>
        </mc:AlternateContent>
      </w:r>
    </w:p>
    <w:p w14:paraId="17FF07AE" w14:textId="77777777" w:rsidR="00D9590C" w:rsidRPr="00093F54" w:rsidRDefault="00D9590C" w:rsidP="00D9590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ПОСТАНОВЛЕНИЕ </w:t>
      </w:r>
    </w:p>
    <w:p w14:paraId="2DD659DB" w14:textId="77777777" w:rsidR="00D9590C" w:rsidRPr="00450798" w:rsidRDefault="00D9590C" w:rsidP="00D9590C"/>
    <w:p w14:paraId="1341F084" w14:textId="2939FD79" w:rsidR="00D9590C" w:rsidRPr="00450798" w:rsidRDefault="002A02BB" w:rsidP="00D9590C">
      <w:r>
        <w:t>01.08.2022</w:t>
      </w:r>
      <w:r>
        <w:tab/>
      </w:r>
      <w:r>
        <w:tab/>
      </w:r>
      <w:r>
        <w:tab/>
      </w:r>
      <w:r>
        <w:tab/>
      </w:r>
      <w:r>
        <w:tab/>
        <w:t>№ 130</w:t>
      </w:r>
    </w:p>
    <w:p w14:paraId="63B4B624" w14:textId="77777777" w:rsidR="00D9590C" w:rsidRDefault="00D9590C" w:rsidP="00D9590C"/>
    <w:p w14:paraId="26BC7A24" w14:textId="77777777" w:rsidR="00D9590C" w:rsidRDefault="00D9590C" w:rsidP="00D9590C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661EB6">
        <w:rPr>
          <w:bCs/>
        </w:rPr>
        <w:t xml:space="preserve">О внесении изменений </w:t>
      </w:r>
      <w:r>
        <w:rPr>
          <w:bCs/>
        </w:rPr>
        <w:t>в перечень муниципального имущества ЗАТО г. Островной,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ЗАТО г. Островной от 16.01.2012 № 5</w:t>
      </w:r>
    </w:p>
    <w:p w14:paraId="27A6829C" w14:textId="77777777" w:rsidR="00D9590C" w:rsidRPr="00CF0F08" w:rsidRDefault="00D9590C" w:rsidP="00D9590C">
      <w:pPr>
        <w:autoSpaceDE w:val="0"/>
        <w:autoSpaceDN w:val="0"/>
        <w:adjustRightInd w:val="0"/>
        <w:jc w:val="center"/>
        <w:outlineLvl w:val="0"/>
      </w:pPr>
    </w:p>
    <w:p w14:paraId="39ED51BF" w14:textId="30BDE552" w:rsidR="00D9590C" w:rsidRPr="006F3F30" w:rsidRDefault="004D41CB" w:rsidP="00DA58B1">
      <w:pPr>
        <w:ind w:firstLine="708"/>
        <w:jc w:val="both"/>
      </w:pPr>
      <w:r w:rsidRPr="004D41CB">
        <w:t>В соответствии</w:t>
      </w:r>
      <w:r w:rsidR="00D9590C">
        <w:t xml:space="preserve"> </w:t>
      </w:r>
      <w:r>
        <w:t xml:space="preserve">с </w:t>
      </w:r>
      <w:r w:rsidR="00DA58B1">
        <w:t xml:space="preserve">приказом Министерства экономического развития </w:t>
      </w:r>
      <w:r w:rsidR="00DA58B1" w:rsidRPr="00DA58B1">
        <w:t>Российской Федерации</w:t>
      </w:r>
      <w:r w:rsidR="004B6261">
        <w:t xml:space="preserve"> </w:t>
      </w:r>
      <w:r w:rsidR="00DA58B1">
        <w:t xml:space="preserve">от 20.04.2016 № 264 «Об утверждении Порядка представления сведений </w:t>
      </w:r>
      <w:r w:rsidR="00DA58B1">
        <w:br/>
        <w:t xml:space="preserve">об утвержденных перечнях государственного имущества и муниципального имущества, указанных в части 4 статьи 18 Федерального закона </w:t>
      </w:r>
      <w:r w:rsidR="00835355" w:rsidRPr="00835355">
        <w:t>“</w:t>
      </w:r>
      <w:r w:rsidR="00DA58B1">
        <w:t>О развитии малого</w:t>
      </w:r>
      <w:r w:rsidR="00DA58B1">
        <w:br/>
        <w:t>и среднего предпринима</w:t>
      </w:r>
      <w:r w:rsidR="00835355">
        <w:t>тельства в Российской Федерации</w:t>
      </w:r>
      <w:r w:rsidR="00835355" w:rsidRPr="00835355">
        <w:t>”</w:t>
      </w:r>
      <w:r w:rsidR="00DA58B1">
        <w:t>, а также об изменениях, внесенных в такие п</w:t>
      </w:r>
      <w:r w:rsidR="00835355">
        <w:t xml:space="preserve">еречни, в акционерное общество </w:t>
      </w:r>
      <w:r w:rsidR="00835355" w:rsidRPr="00835355">
        <w:t>“</w:t>
      </w:r>
      <w:r w:rsidR="00DA58B1">
        <w:t xml:space="preserve">Федеральная корпорация </w:t>
      </w:r>
      <w:r w:rsidR="004B6261">
        <w:br/>
      </w:r>
      <w:r w:rsidR="00DA58B1">
        <w:t>по развитию малого</w:t>
      </w:r>
      <w:r w:rsidR="00835355">
        <w:t xml:space="preserve"> и среднего предпринимательства</w:t>
      </w:r>
      <w:r w:rsidR="00835355" w:rsidRPr="00835355">
        <w:t>”</w:t>
      </w:r>
      <w:r w:rsidR="00DA58B1">
        <w:t xml:space="preserve">, формы представления </w:t>
      </w:r>
      <w:r w:rsidR="004B6261">
        <w:br/>
      </w:r>
      <w:r w:rsidR="00DA58B1">
        <w:t>и состава таких сведений»,</w:t>
      </w:r>
      <w:r w:rsidR="006B55D5">
        <w:t xml:space="preserve"> </w:t>
      </w:r>
      <w:r w:rsidR="00D9590C">
        <w:t xml:space="preserve">постановлением администрации ЗАТО г. Островной </w:t>
      </w:r>
      <w:r w:rsidR="00352DC2">
        <w:br/>
      </w:r>
      <w:r w:rsidR="00D9590C">
        <w:t xml:space="preserve">от 12.09.2011 № 218 «Об </w:t>
      </w:r>
      <w:r w:rsidR="00D9590C" w:rsidRPr="00136A7B">
        <w:t xml:space="preserve">утверждении Порядка формирования перечня муниципального имущества ЗАТО г. Островной, предназначенного для передачи </w:t>
      </w:r>
      <w:r w:rsidR="00352DC2">
        <w:br/>
      </w:r>
      <w:r w:rsidR="00D9590C" w:rsidRPr="00136A7B">
        <w:t>во владение и (или)</w:t>
      </w:r>
      <w:r w:rsidR="004B6261">
        <w:t xml:space="preserve"> </w:t>
      </w:r>
      <w:r w:rsidR="00D9590C" w:rsidRPr="00136A7B">
        <w:t xml:space="preserve">в пользование субъектам малого и среднего предпринимательства и организациям, образующим инфраструктуру поддержки субъектов малого </w:t>
      </w:r>
      <w:r w:rsidR="00352DC2">
        <w:br/>
      </w:r>
      <w:r w:rsidR="00D9590C" w:rsidRPr="00136A7B">
        <w:t>и среднего предпринимательства</w:t>
      </w:r>
      <w:r w:rsidR="00D9590C">
        <w:t>»</w:t>
      </w:r>
      <w:r w:rsidR="00D9590C" w:rsidRPr="00A9562D">
        <w:t xml:space="preserve"> Администрация ЗАТО г. Островной</w:t>
      </w:r>
      <w:r w:rsidR="004B6261">
        <w:br/>
      </w:r>
      <w:proofErr w:type="gramStart"/>
      <w:r w:rsidR="00D9590C" w:rsidRPr="00522C95">
        <w:rPr>
          <w:b/>
          <w:i/>
        </w:rPr>
        <w:t>п</w:t>
      </w:r>
      <w:proofErr w:type="gramEnd"/>
      <w:r w:rsidR="00D9590C" w:rsidRPr="00522C95">
        <w:rPr>
          <w:b/>
          <w:i/>
        </w:rPr>
        <w:t xml:space="preserve"> о с т а н о в  л я </w:t>
      </w:r>
      <w:r w:rsidR="00D9590C">
        <w:rPr>
          <w:b/>
          <w:i/>
        </w:rPr>
        <w:t>е т</w:t>
      </w:r>
      <w:r w:rsidR="00D9590C" w:rsidRPr="00522C95">
        <w:rPr>
          <w:b/>
          <w:i/>
        </w:rPr>
        <w:t>:</w:t>
      </w:r>
    </w:p>
    <w:p w14:paraId="6065D344" w14:textId="2C228C41" w:rsidR="00D9590C" w:rsidRDefault="00D9590C" w:rsidP="00D9590C">
      <w:pPr>
        <w:ind w:firstLine="708"/>
        <w:jc w:val="both"/>
      </w:pPr>
      <w:r>
        <w:t xml:space="preserve">1. Внести </w:t>
      </w:r>
      <w:r w:rsidR="002A02BB">
        <w:t>изменения</w:t>
      </w:r>
      <w:r w:rsidR="002A02BB">
        <w:t xml:space="preserve"> </w:t>
      </w:r>
      <w:r>
        <w:t xml:space="preserve">в перечень муниципального </w:t>
      </w:r>
      <w:proofErr w:type="gramStart"/>
      <w:r>
        <w:t>имущества</w:t>
      </w:r>
      <w:proofErr w:type="gramEnd"/>
      <w:r>
        <w:t xml:space="preserve"> ЗАТО г. Островной,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ЗАТО</w:t>
      </w:r>
      <w:r w:rsidR="00655F31">
        <w:t xml:space="preserve"> г. Островной от 16.01.2012 № 5</w:t>
      </w:r>
      <w:r>
        <w:t xml:space="preserve"> </w:t>
      </w:r>
      <w:r w:rsidR="000D4E91">
        <w:t xml:space="preserve">(в редакции постановления Администрации ЗАТО г. Островной от </w:t>
      </w:r>
      <w:r w:rsidR="00926DB7">
        <w:t>12.04.2022 № 63</w:t>
      </w:r>
      <w:r w:rsidR="000D4E91" w:rsidRPr="000C1231">
        <w:t>)</w:t>
      </w:r>
      <w:r w:rsidR="00DA58B1">
        <w:t>,</w:t>
      </w:r>
      <w:r w:rsidR="00655F31">
        <w:t xml:space="preserve"> изложив</w:t>
      </w:r>
      <w:r>
        <w:t xml:space="preserve"> </w:t>
      </w:r>
      <w:r w:rsidR="00DA58B1">
        <w:t>его</w:t>
      </w:r>
      <w:r>
        <w:t xml:space="preserve"> в редакции согласно приложению к настоящему постановлению. </w:t>
      </w:r>
    </w:p>
    <w:p w14:paraId="3D66D176" w14:textId="6719B341" w:rsidR="00D9590C" w:rsidRPr="004074C4" w:rsidRDefault="00D9590C" w:rsidP="00D9590C">
      <w:pPr>
        <w:ind w:firstLine="709"/>
        <w:jc w:val="both"/>
      </w:pPr>
      <w:r>
        <w:t>2</w:t>
      </w:r>
      <w:r w:rsidRPr="004074C4">
        <w:t xml:space="preserve">. Настоящее постановление вступает в силу </w:t>
      </w:r>
      <w:r>
        <w:t xml:space="preserve">со дня его подписания и подлежит размещению на официальном сайте органов местного самоуправления муниципального </w:t>
      </w:r>
      <w:proofErr w:type="gramStart"/>
      <w:r>
        <w:t>образования</w:t>
      </w:r>
      <w:proofErr w:type="gramEnd"/>
      <w:r>
        <w:t xml:space="preserve"> ЗАТО г. Островной </w:t>
      </w:r>
      <w:r w:rsidRPr="002A02BB">
        <w:rPr>
          <w:lang w:val="en-US"/>
        </w:rPr>
        <w:t>www</w:t>
      </w:r>
      <w:r w:rsidRPr="002A02BB">
        <w:t>.</w:t>
      </w:r>
      <w:proofErr w:type="spellStart"/>
      <w:r w:rsidRPr="002A02BB">
        <w:rPr>
          <w:lang w:val="en-US"/>
        </w:rPr>
        <w:t>zato</w:t>
      </w:r>
      <w:proofErr w:type="spellEnd"/>
      <w:r w:rsidRPr="002A02BB">
        <w:t>-о</w:t>
      </w:r>
      <w:proofErr w:type="spellStart"/>
      <w:r w:rsidRPr="002A02BB">
        <w:rPr>
          <w:lang w:val="en-US"/>
        </w:rPr>
        <w:t>strov</w:t>
      </w:r>
      <w:proofErr w:type="spellEnd"/>
      <w:r w:rsidRPr="002A02BB">
        <w:t>.</w:t>
      </w:r>
      <w:proofErr w:type="spellStart"/>
      <w:r w:rsidRPr="002A02BB">
        <w:rPr>
          <w:lang w:val="en-US"/>
        </w:rPr>
        <w:t>ru</w:t>
      </w:r>
      <w:proofErr w:type="spellEnd"/>
      <w:r>
        <w:t xml:space="preserve">. </w:t>
      </w:r>
    </w:p>
    <w:p w14:paraId="2C7E7C14" w14:textId="77777777" w:rsidR="00D9590C" w:rsidRDefault="00D9590C" w:rsidP="00D9590C">
      <w:pPr>
        <w:jc w:val="both"/>
      </w:pPr>
    </w:p>
    <w:p w14:paraId="0B6AC770" w14:textId="4E60ED30" w:rsidR="00D9590C" w:rsidRPr="007C2B9A" w:rsidRDefault="00352DC2" w:rsidP="00AA76DD">
      <w:pPr>
        <w:jc w:val="both"/>
        <w:rPr>
          <w:rFonts w:eastAsiaTheme="minorHAnsi" w:cstheme="minorBidi"/>
          <w:szCs w:val="22"/>
          <w:lang w:eastAsia="en-US"/>
        </w:rPr>
      </w:pPr>
      <w:r>
        <w:t>Глава ЗАТО г. Островной</w:t>
      </w:r>
      <w:r w:rsidR="00D9590C">
        <w:tab/>
      </w:r>
      <w:r w:rsidR="00D9590C">
        <w:tab/>
      </w:r>
      <w:r w:rsidR="00D9590C">
        <w:tab/>
      </w:r>
      <w:r w:rsidR="00D9590C">
        <w:tab/>
      </w:r>
      <w:r w:rsidR="00D9590C">
        <w:tab/>
      </w:r>
      <w:r w:rsidR="00D9590C">
        <w:tab/>
      </w:r>
      <w:r w:rsidR="00BA4FEB">
        <w:tab/>
      </w:r>
      <w:r w:rsidR="00AA76DD">
        <w:tab/>
      </w:r>
      <w:r w:rsidR="00B20FE4">
        <w:t xml:space="preserve">   </w:t>
      </w:r>
      <w:r>
        <w:t>О.А. Огинова</w:t>
      </w:r>
    </w:p>
    <w:p w14:paraId="1A71C1B2" w14:textId="77777777" w:rsidR="00D9590C" w:rsidRDefault="00D9590C" w:rsidP="00D9590C">
      <w:pPr>
        <w:jc w:val="both"/>
        <w:rPr>
          <w:sz w:val="20"/>
          <w:szCs w:val="20"/>
        </w:rPr>
      </w:pPr>
      <w:bookmarkStart w:id="0" w:name="_GoBack"/>
      <w:bookmarkEnd w:id="0"/>
    </w:p>
    <w:sectPr w:rsidR="00D9590C" w:rsidSect="002A02BB">
      <w:headerReference w:type="even" r:id="rId10"/>
      <w:pgSz w:w="11906" w:h="16838"/>
      <w:pgMar w:top="1134" w:right="851" w:bottom="1134" w:left="1418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17D68E" w14:textId="77777777" w:rsidR="00BE587A" w:rsidRDefault="00BE587A">
      <w:r>
        <w:separator/>
      </w:r>
    </w:p>
  </w:endnote>
  <w:endnote w:type="continuationSeparator" w:id="0">
    <w:p w14:paraId="78F02C56" w14:textId="77777777" w:rsidR="00BE587A" w:rsidRDefault="00BE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FE438" w14:textId="77777777" w:rsidR="00BE587A" w:rsidRDefault="00BE587A">
      <w:r>
        <w:separator/>
      </w:r>
    </w:p>
  </w:footnote>
  <w:footnote w:type="continuationSeparator" w:id="0">
    <w:p w14:paraId="59740A70" w14:textId="77777777" w:rsidR="00BE587A" w:rsidRDefault="00BE5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C7D4D" w14:textId="77777777" w:rsidR="0064643A" w:rsidRDefault="0064643A" w:rsidP="006C5AD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87FCF70" w14:textId="77777777" w:rsidR="0064643A" w:rsidRDefault="0064643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0B57"/>
    <w:multiLevelType w:val="singleLevel"/>
    <w:tmpl w:val="7844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C293CD6"/>
    <w:multiLevelType w:val="multilevel"/>
    <w:tmpl w:val="2DD47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45"/>
        </w:tabs>
        <w:ind w:left="27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55"/>
        </w:tabs>
        <w:ind w:left="4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165"/>
        </w:tabs>
        <w:ind w:left="61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00"/>
        </w:tabs>
        <w:ind w:left="7200" w:hanging="1800"/>
      </w:pPr>
      <w:rPr>
        <w:rFonts w:hint="default"/>
      </w:rPr>
    </w:lvl>
  </w:abstractNum>
  <w:abstractNum w:abstractNumId="2">
    <w:nsid w:val="10577F86"/>
    <w:multiLevelType w:val="singleLevel"/>
    <w:tmpl w:val="17FA29E4"/>
    <w:lvl w:ilvl="0">
      <w:start w:val="2"/>
      <w:numFmt w:val="bullet"/>
      <w:lvlText w:val="-"/>
      <w:lvlJc w:val="left"/>
      <w:pPr>
        <w:tabs>
          <w:tab w:val="num" w:pos="4275"/>
        </w:tabs>
        <w:ind w:left="4275" w:hanging="360"/>
      </w:pPr>
      <w:rPr>
        <w:rFonts w:hint="default"/>
      </w:rPr>
    </w:lvl>
  </w:abstractNum>
  <w:abstractNum w:abstractNumId="3">
    <w:nsid w:val="20EF348C"/>
    <w:multiLevelType w:val="hybridMultilevel"/>
    <w:tmpl w:val="35685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B7228"/>
    <w:multiLevelType w:val="hybridMultilevel"/>
    <w:tmpl w:val="D9AEA532"/>
    <w:lvl w:ilvl="0" w:tplc="D9BEDF12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9A0C75"/>
    <w:multiLevelType w:val="hybridMultilevel"/>
    <w:tmpl w:val="181076CA"/>
    <w:lvl w:ilvl="0" w:tplc="0419000F">
      <w:start w:val="1"/>
      <w:numFmt w:val="decimal"/>
      <w:lvlText w:val="%1."/>
      <w:lvlJc w:val="left"/>
      <w:pPr>
        <w:tabs>
          <w:tab w:val="num" w:pos="490"/>
        </w:tabs>
        <w:ind w:left="4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6">
    <w:nsid w:val="6494597F"/>
    <w:multiLevelType w:val="hybridMultilevel"/>
    <w:tmpl w:val="C35E914E"/>
    <w:lvl w:ilvl="0" w:tplc="1310C46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B15895"/>
    <w:multiLevelType w:val="hybridMultilevel"/>
    <w:tmpl w:val="4D122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5BA"/>
    <w:rsid w:val="00010630"/>
    <w:rsid w:val="00011CCC"/>
    <w:rsid w:val="00017048"/>
    <w:rsid w:val="00017BEF"/>
    <w:rsid w:val="00030B4F"/>
    <w:rsid w:val="00034C15"/>
    <w:rsid w:val="00041FBF"/>
    <w:rsid w:val="00053C89"/>
    <w:rsid w:val="00060B0A"/>
    <w:rsid w:val="00062A9F"/>
    <w:rsid w:val="00063A7F"/>
    <w:rsid w:val="00092D24"/>
    <w:rsid w:val="000937B7"/>
    <w:rsid w:val="00093F54"/>
    <w:rsid w:val="000A063C"/>
    <w:rsid w:val="000A4EDB"/>
    <w:rsid w:val="000A5C05"/>
    <w:rsid w:val="000A6503"/>
    <w:rsid w:val="000C0C1F"/>
    <w:rsid w:val="000C1231"/>
    <w:rsid w:val="000C70BA"/>
    <w:rsid w:val="000D114F"/>
    <w:rsid w:val="000D4E91"/>
    <w:rsid w:val="000D523D"/>
    <w:rsid w:val="000E6D33"/>
    <w:rsid w:val="000E70D2"/>
    <w:rsid w:val="000F0EF9"/>
    <w:rsid w:val="000F3197"/>
    <w:rsid w:val="00100ED9"/>
    <w:rsid w:val="001033A5"/>
    <w:rsid w:val="00112598"/>
    <w:rsid w:val="00114BCD"/>
    <w:rsid w:val="00132F51"/>
    <w:rsid w:val="001351C1"/>
    <w:rsid w:val="001425BA"/>
    <w:rsid w:val="00165849"/>
    <w:rsid w:val="00167CB5"/>
    <w:rsid w:val="00175C5D"/>
    <w:rsid w:val="001774C2"/>
    <w:rsid w:val="0018253F"/>
    <w:rsid w:val="0018689F"/>
    <w:rsid w:val="001A064C"/>
    <w:rsid w:val="001A5CE0"/>
    <w:rsid w:val="001A639A"/>
    <w:rsid w:val="001B5C09"/>
    <w:rsid w:val="001C5D70"/>
    <w:rsid w:val="001D6822"/>
    <w:rsid w:val="001E29E4"/>
    <w:rsid w:val="001E2AEA"/>
    <w:rsid w:val="001E403E"/>
    <w:rsid w:val="001F1CCF"/>
    <w:rsid w:val="001F1D17"/>
    <w:rsid w:val="001F5D65"/>
    <w:rsid w:val="001F605B"/>
    <w:rsid w:val="0020524E"/>
    <w:rsid w:val="00211C0D"/>
    <w:rsid w:val="00211CAC"/>
    <w:rsid w:val="00214F07"/>
    <w:rsid w:val="00217D3D"/>
    <w:rsid w:val="002244F5"/>
    <w:rsid w:val="00225986"/>
    <w:rsid w:val="00226225"/>
    <w:rsid w:val="002262D5"/>
    <w:rsid w:val="002335FC"/>
    <w:rsid w:val="00246427"/>
    <w:rsid w:val="00253B07"/>
    <w:rsid w:val="00254905"/>
    <w:rsid w:val="00261917"/>
    <w:rsid w:val="00266FCD"/>
    <w:rsid w:val="00283ACB"/>
    <w:rsid w:val="002877AB"/>
    <w:rsid w:val="00291DF8"/>
    <w:rsid w:val="0029346D"/>
    <w:rsid w:val="002A02BB"/>
    <w:rsid w:val="002A2929"/>
    <w:rsid w:val="002C1A39"/>
    <w:rsid w:val="002C2836"/>
    <w:rsid w:val="002D7349"/>
    <w:rsid w:val="002E0BC9"/>
    <w:rsid w:val="002F097D"/>
    <w:rsid w:val="002F11ED"/>
    <w:rsid w:val="002F6DEF"/>
    <w:rsid w:val="00315E20"/>
    <w:rsid w:val="00316223"/>
    <w:rsid w:val="00317E00"/>
    <w:rsid w:val="00342DF9"/>
    <w:rsid w:val="00344E8E"/>
    <w:rsid w:val="0034515C"/>
    <w:rsid w:val="00346F9A"/>
    <w:rsid w:val="00350B1C"/>
    <w:rsid w:val="003511F8"/>
    <w:rsid w:val="00352DC2"/>
    <w:rsid w:val="00352F2D"/>
    <w:rsid w:val="00353D9F"/>
    <w:rsid w:val="003767AD"/>
    <w:rsid w:val="003807F5"/>
    <w:rsid w:val="003854D5"/>
    <w:rsid w:val="003912B3"/>
    <w:rsid w:val="00392510"/>
    <w:rsid w:val="00395870"/>
    <w:rsid w:val="003B7711"/>
    <w:rsid w:val="003C273D"/>
    <w:rsid w:val="003C4616"/>
    <w:rsid w:val="003E18BB"/>
    <w:rsid w:val="003E2EC2"/>
    <w:rsid w:val="003E6020"/>
    <w:rsid w:val="003E752C"/>
    <w:rsid w:val="003F0B7C"/>
    <w:rsid w:val="004002E6"/>
    <w:rsid w:val="00400435"/>
    <w:rsid w:val="00406A51"/>
    <w:rsid w:val="00406E06"/>
    <w:rsid w:val="004074C4"/>
    <w:rsid w:val="004141C2"/>
    <w:rsid w:val="004315D9"/>
    <w:rsid w:val="004361FF"/>
    <w:rsid w:val="00442312"/>
    <w:rsid w:val="0044451D"/>
    <w:rsid w:val="004453DF"/>
    <w:rsid w:val="00450798"/>
    <w:rsid w:val="00466B4C"/>
    <w:rsid w:val="004803CD"/>
    <w:rsid w:val="00483327"/>
    <w:rsid w:val="00495243"/>
    <w:rsid w:val="004A209F"/>
    <w:rsid w:val="004B0137"/>
    <w:rsid w:val="004B01D9"/>
    <w:rsid w:val="004B0A49"/>
    <w:rsid w:val="004B6261"/>
    <w:rsid w:val="004C0188"/>
    <w:rsid w:val="004C0E6C"/>
    <w:rsid w:val="004C5969"/>
    <w:rsid w:val="004D41CB"/>
    <w:rsid w:val="004D5282"/>
    <w:rsid w:val="004F56AD"/>
    <w:rsid w:val="0050553D"/>
    <w:rsid w:val="005056A5"/>
    <w:rsid w:val="00512B3F"/>
    <w:rsid w:val="005212A5"/>
    <w:rsid w:val="005228A4"/>
    <w:rsid w:val="00523D52"/>
    <w:rsid w:val="00530040"/>
    <w:rsid w:val="00534056"/>
    <w:rsid w:val="00535F36"/>
    <w:rsid w:val="00536543"/>
    <w:rsid w:val="00544D1B"/>
    <w:rsid w:val="00545D5E"/>
    <w:rsid w:val="0055165F"/>
    <w:rsid w:val="005606AD"/>
    <w:rsid w:val="00561EF4"/>
    <w:rsid w:val="005637A0"/>
    <w:rsid w:val="005743F0"/>
    <w:rsid w:val="00576783"/>
    <w:rsid w:val="005827D5"/>
    <w:rsid w:val="00586256"/>
    <w:rsid w:val="005879CB"/>
    <w:rsid w:val="00590110"/>
    <w:rsid w:val="005D046F"/>
    <w:rsid w:val="005E70C0"/>
    <w:rsid w:val="00616E51"/>
    <w:rsid w:val="00621BD4"/>
    <w:rsid w:val="00623C6F"/>
    <w:rsid w:val="00627C61"/>
    <w:rsid w:val="00627FF1"/>
    <w:rsid w:val="00630428"/>
    <w:rsid w:val="00631330"/>
    <w:rsid w:val="0063223E"/>
    <w:rsid w:val="00640502"/>
    <w:rsid w:val="0064643A"/>
    <w:rsid w:val="006479C5"/>
    <w:rsid w:val="006511FF"/>
    <w:rsid w:val="00652347"/>
    <w:rsid w:val="00653EB8"/>
    <w:rsid w:val="00655F31"/>
    <w:rsid w:val="0066098C"/>
    <w:rsid w:val="00661EB6"/>
    <w:rsid w:val="00666AFB"/>
    <w:rsid w:val="006718A2"/>
    <w:rsid w:val="00672921"/>
    <w:rsid w:val="00676D3F"/>
    <w:rsid w:val="006824CD"/>
    <w:rsid w:val="00683480"/>
    <w:rsid w:val="006968F3"/>
    <w:rsid w:val="00697446"/>
    <w:rsid w:val="006A0686"/>
    <w:rsid w:val="006A2523"/>
    <w:rsid w:val="006A4735"/>
    <w:rsid w:val="006A63C5"/>
    <w:rsid w:val="006A6B5E"/>
    <w:rsid w:val="006B508E"/>
    <w:rsid w:val="006B55D5"/>
    <w:rsid w:val="006C2B1D"/>
    <w:rsid w:val="006C4845"/>
    <w:rsid w:val="006C4B28"/>
    <w:rsid w:val="006C5ADC"/>
    <w:rsid w:val="006D1551"/>
    <w:rsid w:val="006D39E9"/>
    <w:rsid w:val="006E6133"/>
    <w:rsid w:val="006F3F30"/>
    <w:rsid w:val="006F4E3F"/>
    <w:rsid w:val="00713B23"/>
    <w:rsid w:val="00715AD7"/>
    <w:rsid w:val="00722D78"/>
    <w:rsid w:val="00744D94"/>
    <w:rsid w:val="00751744"/>
    <w:rsid w:val="0075592C"/>
    <w:rsid w:val="00763C7B"/>
    <w:rsid w:val="0077509B"/>
    <w:rsid w:val="00780984"/>
    <w:rsid w:val="0078434B"/>
    <w:rsid w:val="00785578"/>
    <w:rsid w:val="00786445"/>
    <w:rsid w:val="007911C2"/>
    <w:rsid w:val="007A5B7B"/>
    <w:rsid w:val="007C0699"/>
    <w:rsid w:val="007C0C45"/>
    <w:rsid w:val="007C2B9A"/>
    <w:rsid w:val="007C6350"/>
    <w:rsid w:val="007D17F3"/>
    <w:rsid w:val="007D74E8"/>
    <w:rsid w:val="007F1AF2"/>
    <w:rsid w:val="00803266"/>
    <w:rsid w:val="0080393D"/>
    <w:rsid w:val="00811E27"/>
    <w:rsid w:val="0083163D"/>
    <w:rsid w:val="008333F1"/>
    <w:rsid w:val="00835355"/>
    <w:rsid w:val="00841E2D"/>
    <w:rsid w:val="00850F1C"/>
    <w:rsid w:val="00851CEA"/>
    <w:rsid w:val="00852A0D"/>
    <w:rsid w:val="00853CB2"/>
    <w:rsid w:val="00860D5B"/>
    <w:rsid w:val="00864E81"/>
    <w:rsid w:val="00865AA0"/>
    <w:rsid w:val="008728D8"/>
    <w:rsid w:val="008738FE"/>
    <w:rsid w:val="0088308D"/>
    <w:rsid w:val="00891933"/>
    <w:rsid w:val="008B4FA4"/>
    <w:rsid w:val="008D48D2"/>
    <w:rsid w:val="008E3283"/>
    <w:rsid w:val="008E6710"/>
    <w:rsid w:val="008F4A09"/>
    <w:rsid w:val="008F759C"/>
    <w:rsid w:val="0091278C"/>
    <w:rsid w:val="0091491E"/>
    <w:rsid w:val="009177E6"/>
    <w:rsid w:val="00922343"/>
    <w:rsid w:val="00926DB7"/>
    <w:rsid w:val="00942CDB"/>
    <w:rsid w:val="0096041D"/>
    <w:rsid w:val="00961516"/>
    <w:rsid w:val="009743D1"/>
    <w:rsid w:val="00976A8D"/>
    <w:rsid w:val="00984027"/>
    <w:rsid w:val="00986171"/>
    <w:rsid w:val="00990240"/>
    <w:rsid w:val="00996B5D"/>
    <w:rsid w:val="009A2A16"/>
    <w:rsid w:val="009A7552"/>
    <w:rsid w:val="009A7887"/>
    <w:rsid w:val="009B2A2D"/>
    <w:rsid w:val="009D1EEE"/>
    <w:rsid w:val="009D5C27"/>
    <w:rsid w:val="009D7F71"/>
    <w:rsid w:val="009E6576"/>
    <w:rsid w:val="009F4FBC"/>
    <w:rsid w:val="00A009A1"/>
    <w:rsid w:val="00A00F2D"/>
    <w:rsid w:val="00A03100"/>
    <w:rsid w:val="00A12A3B"/>
    <w:rsid w:val="00A1435F"/>
    <w:rsid w:val="00A2067E"/>
    <w:rsid w:val="00A37492"/>
    <w:rsid w:val="00A405F1"/>
    <w:rsid w:val="00A45BB8"/>
    <w:rsid w:val="00A51F48"/>
    <w:rsid w:val="00A55AE1"/>
    <w:rsid w:val="00A56EED"/>
    <w:rsid w:val="00A725C6"/>
    <w:rsid w:val="00A80FDB"/>
    <w:rsid w:val="00A9562D"/>
    <w:rsid w:val="00A97C1F"/>
    <w:rsid w:val="00AA5316"/>
    <w:rsid w:val="00AA76DD"/>
    <w:rsid w:val="00AD04F7"/>
    <w:rsid w:val="00AD31E0"/>
    <w:rsid w:val="00AE2734"/>
    <w:rsid w:val="00AE4144"/>
    <w:rsid w:val="00AF4C19"/>
    <w:rsid w:val="00AF6D46"/>
    <w:rsid w:val="00B011C6"/>
    <w:rsid w:val="00B015A7"/>
    <w:rsid w:val="00B05340"/>
    <w:rsid w:val="00B057D0"/>
    <w:rsid w:val="00B11A9C"/>
    <w:rsid w:val="00B20FE4"/>
    <w:rsid w:val="00B33B3E"/>
    <w:rsid w:val="00B35A1D"/>
    <w:rsid w:val="00B373A3"/>
    <w:rsid w:val="00B378CD"/>
    <w:rsid w:val="00B51F7B"/>
    <w:rsid w:val="00B53598"/>
    <w:rsid w:val="00B63D4B"/>
    <w:rsid w:val="00B73B34"/>
    <w:rsid w:val="00B85ACC"/>
    <w:rsid w:val="00B86759"/>
    <w:rsid w:val="00B918C5"/>
    <w:rsid w:val="00B975EF"/>
    <w:rsid w:val="00B97643"/>
    <w:rsid w:val="00BA4826"/>
    <w:rsid w:val="00BA4EAC"/>
    <w:rsid w:val="00BA4FEB"/>
    <w:rsid w:val="00BB46E1"/>
    <w:rsid w:val="00BC17BC"/>
    <w:rsid w:val="00BC378D"/>
    <w:rsid w:val="00BC452E"/>
    <w:rsid w:val="00BC781E"/>
    <w:rsid w:val="00BD0CD9"/>
    <w:rsid w:val="00BD2A8F"/>
    <w:rsid w:val="00BD349F"/>
    <w:rsid w:val="00BD6C59"/>
    <w:rsid w:val="00BE587A"/>
    <w:rsid w:val="00BF368B"/>
    <w:rsid w:val="00BF3EE1"/>
    <w:rsid w:val="00C0399A"/>
    <w:rsid w:val="00C04827"/>
    <w:rsid w:val="00C10E54"/>
    <w:rsid w:val="00C12040"/>
    <w:rsid w:val="00C166AA"/>
    <w:rsid w:val="00C27269"/>
    <w:rsid w:val="00C33327"/>
    <w:rsid w:val="00C35F8D"/>
    <w:rsid w:val="00C47A45"/>
    <w:rsid w:val="00C66874"/>
    <w:rsid w:val="00C72E8A"/>
    <w:rsid w:val="00C92D75"/>
    <w:rsid w:val="00CA0DC9"/>
    <w:rsid w:val="00CA1B01"/>
    <w:rsid w:val="00CB5794"/>
    <w:rsid w:val="00CC2F93"/>
    <w:rsid w:val="00CD3390"/>
    <w:rsid w:val="00CE3E3C"/>
    <w:rsid w:val="00CE4459"/>
    <w:rsid w:val="00CF33F7"/>
    <w:rsid w:val="00D05052"/>
    <w:rsid w:val="00D055E0"/>
    <w:rsid w:val="00D11AE3"/>
    <w:rsid w:val="00D13101"/>
    <w:rsid w:val="00D13951"/>
    <w:rsid w:val="00D15004"/>
    <w:rsid w:val="00D3466D"/>
    <w:rsid w:val="00D3517A"/>
    <w:rsid w:val="00D4332F"/>
    <w:rsid w:val="00D61792"/>
    <w:rsid w:val="00D6247D"/>
    <w:rsid w:val="00D777F8"/>
    <w:rsid w:val="00D81C13"/>
    <w:rsid w:val="00D8440A"/>
    <w:rsid w:val="00D84BE7"/>
    <w:rsid w:val="00D9097D"/>
    <w:rsid w:val="00D934B7"/>
    <w:rsid w:val="00D9590C"/>
    <w:rsid w:val="00DA2B01"/>
    <w:rsid w:val="00DA58B1"/>
    <w:rsid w:val="00DC07B0"/>
    <w:rsid w:val="00DD552B"/>
    <w:rsid w:val="00DE6B5E"/>
    <w:rsid w:val="00DF09B8"/>
    <w:rsid w:val="00DF1D41"/>
    <w:rsid w:val="00DF681E"/>
    <w:rsid w:val="00DF6AB8"/>
    <w:rsid w:val="00DF6DDF"/>
    <w:rsid w:val="00E108EF"/>
    <w:rsid w:val="00E11B88"/>
    <w:rsid w:val="00E16D3D"/>
    <w:rsid w:val="00E33142"/>
    <w:rsid w:val="00E4348A"/>
    <w:rsid w:val="00E55D7B"/>
    <w:rsid w:val="00E56436"/>
    <w:rsid w:val="00E57EB9"/>
    <w:rsid w:val="00E8529D"/>
    <w:rsid w:val="00E85D31"/>
    <w:rsid w:val="00E921C6"/>
    <w:rsid w:val="00E938F9"/>
    <w:rsid w:val="00EA0625"/>
    <w:rsid w:val="00EA182B"/>
    <w:rsid w:val="00EB20D9"/>
    <w:rsid w:val="00EC7261"/>
    <w:rsid w:val="00ED4C5C"/>
    <w:rsid w:val="00ED5DEE"/>
    <w:rsid w:val="00ED6E20"/>
    <w:rsid w:val="00EE0B67"/>
    <w:rsid w:val="00EE0ED3"/>
    <w:rsid w:val="00EF0B46"/>
    <w:rsid w:val="00F038E3"/>
    <w:rsid w:val="00F05C1E"/>
    <w:rsid w:val="00F10223"/>
    <w:rsid w:val="00F16BB7"/>
    <w:rsid w:val="00F20C59"/>
    <w:rsid w:val="00F36B3D"/>
    <w:rsid w:val="00F42C93"/>
    <w:rsid w:val="00F52212"/>
    <w:rsid w:val="00F57184"/>
    <w:rsid w:val="00F72177"/>
    <w:rsid w:val="00F75E7B"/>
    <w:rsid w:val="00F77F0B"/>
    <w:rsid w:val="00F97A87"/>
    <w:rsid w:val="00FB2BDD"/>
    <w:rsid w:val="00FB550D"/>
    <w:rsid w:val="00FB7372"/>
    <w:rsid w:val="00FC3BAA"/>
    <w:rsid w:val="00FC4306"/>
    <w:rsid w:val="00FD30B3"/>
    <w:rsid w:val="00FD46D5"/>
    <w:rsid w:val="00FE4A1E"/>
    <w:rsid w:val="00FF61BD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FA6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6"/>
      <w:szCs w:val="26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16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rFonts w:ascii="Arial" w:hAnsi="Arial"/>
      <w:b/>
      <w:sz w:val="18"/>
      <w:lang w:val="en-US"/>
    </w:rPr>
  </w:style>
  <w:style w:type="paragraph" w:styleId="5">
    <w:name w:val="heading 5"/>
    <w:basedOn w:val="a"/>
    <w:next w:val="a"/>
    <w:qFormat/>
    <w:pPr>
      <w:keepNext/>
      <w:ind w:left="5040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bCs/>
      <w:sz w:val="24"/>
    </w:rPr>
  </w:style>
  <w:style w:type="table" w:styleId="a5">
    <w:name w:val="Table Grid"/>
    <w:basedOn w:val="a1"/>
    <w:rsid w:val="00142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4643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4643A"/>
  </w:style>
  <w:style w:type="paragraph" w:styleId="a8">
    <w:name w:val="footer"/>
    <w:basedOn w:val="a"/>
    <w:rsid w:val="0064643A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ED5D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D5DE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F3197"/>
    <w:pPr>
      <w:ind w:left="720"/>
      <w:contextualSpacing/>
    </w:pPr>
  </w:style>
  <w:style w:type="character" w:styleId="ac">
    <w:name w:val="Hyperlink"/>
    <w:basedOn w:val="a0"/>
    <w:rsid w:val="00395870"/>
    <w:rPr>
      <w:color w:val="0000FF" w:themeColor="hyperlink"/>
      <w:u w:val="single"/>
    </w:rPr>
  </w:style>
  <w:style w:type="paragraph" w:customStyle="1" w:styleId="ad">
    <w:name w:val="Нормальный (таблица)"/>
    <w:basedOn w:val="a"/>
    <w:next w:val="a"/>
    <w:rsid w:val="00D9590C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4">
    <w:name w:val="Название Знак"/>
    <w:basedOn w:val="a0"/>
    <w:link w:val="a3"/>
    <w:rsid w:val="00350B1C"/>
    <w:rPr>
      <w:b/>
      <w:bCs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6"/>
      <w:szCs w:val="26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16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rFonts w:ascii="Arial" w:hAnsi="Arial"/>
      <w:b/>
      <w:sz w:val="18"/>
      <w:lang w:val="en-US"/>
    </w:rPr>
  </w:style>
  <w:style w:type="paragraph" w:styleId="5">
    <w:name w:val="heading 5"/>
    <w:basedOn w:val="a"/>
    <w:next w:val="a"/>
    <w:qFormat/>
    <w:pPr>
      <w:keepNext/>
      <w:ind w:left="5040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bCs/>
      <w:sz w:val="24"/>
    </w:rPr>
  </w:style>
  <w:style w:type="table" w:styleId="a5">
    <w:name w:val="Table Grid"/>
    <w:basedOn w:val="a1"/>
    <w:rsid w:val="00142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4643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4643A"/>
  </w:style>
  <w:style w:type="paragraph" w:styleId="a8">
    <w:name w:val="footer"/>
    <w:basedOn w:val="a"/>
    <w:rsid w:val="0064643A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ED5D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D5DE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F3197"/>
    <w:pPr>
      <w:ind w:left="720"/>
      <w:contextualSpacing/>
    </w:pPr>
  </w:style>
  <w:style w:type="character" w:styleId="ac">
    <w:name w:val="Hyperlink"/>
    <w:basedOn w:val="a0"/>
    <w:rsid w:val="00395870"/>
    <w:rPr>
      <w:color w:val="0000FF" w:themeColor="hyperlink"/>
      <w:u w:val="single"/>
    </w:rPr>
  </w:style>
  <w:style w:type="paragraph" w:customStyle="1" w:styleId="ad">
    <w:name w:val="Нормальный (таблица)"/>
    <w:basedOn w:val="a"/>
    <w:next w:val="a"/>
    <w:rsid w:val="00D9590C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4">
    <w:name w:val="Название Знак"/>
    <w:basedOn w:val="a0"/>
    <w:link w:val="a3"/>
    <w:rsid w:val="00350B1C"/>
    <w:rPr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3;&#1088;&#1091;&#1079;&#1076;&#1077;&#1074;&#1072;\Application%20Data\Microsoft\&#1064;&#1072;&#1073;&#1083;&#1086;&#1085;&#1099;\&#1055;&#1054;&#1057;&#1058;&#1040;&#1053;&#1054;&#1042;&#1051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9B879-8598-4EFE-BC77-C5E052BE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</TotalTime>
  <Pages>1</Pages>
  <Words>284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Н.Г.</dc:creator>
  <cp:lastModifiedBy>Маркова Е.Л.</cp:lastModifiedBy>
  <cp:revision>2</cp:revision>
  <cp:lastPrinted>2021-10-25T14:40:00Z</cp:lastPrinted>
  <dcterms:created xsi:type="dcterms:W3CDTF">2022-08-01T11:18:00Z</dcterms:created>
  <dcterms:modified xsi:type="dcterms:W3CDTF">2022-08-01T11:18:00Z</dcterms:modified>
</cp:coreProperties>
</file>